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55931414" w:rsidR="00F862D6" w:rsidRPr="003E6B9A" w:rsidRDefault="004C6821" w:rsidP="0037111D">
            <w:r w:rsidRPr="004C6821">
              <w:rPr>
                <w:rFonts w:ascii="Helvetica" w:hAnsi="Helvetica"/>
              </w:rPr>
              <w:t>103/2025-SŽ-SSV-Ú3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9A37EB" w:rsidRDefault="00F862D6" w:rsidP="0077673A">
            <w:r w:rsidRPr="009A37EB">
              <w:t>Listů/příloh</w:t>
            </w:r>
          </w:p>
        </w:tc>
        <w:tc>
          <w:tcPr>
            <w:tcW w:w="2552" w:type="dxa"/>
          </w:tcPr>
          <w:p w14:paraId="333CD487" w14:textId="6F6D67A8" w:rsidR="00F862D6" w:rsidRPr="009A37EB" w:rsidRDefault="009A37EB" w:rsidP="00CC1E2B">
            <w:r w:rsidRPr="009A37EB">
              <w:t>2</w:t>
            </w:r>
            <w:r w:rsidR="003E6B9A" w:rsidRPr="009A37EB">
              <w:t>/</w:t>
            </w:r>
            <w:r w:rsidRPr="009A37EB">
              <w:t>1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0F4668BC" w:rsidR="00F862D6" w:rsidRPr="003E6B9A" w:rsidRDefault="004C6821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259E605" w:rsidR="009A7568" w:rsidRPr="003E6B9A" w:rsidRDefault="004C6821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10AE618" w:rsidR="009A7568" w:rsidRPr="003E6B9A" w:rsidRDefault="004C6821" w:rsidP="006104F6">
            <w:hyperlink r:id="rId11" w:history="1">
              <w:r w:rsidRPr="0084023B">
                <w:rPr>
                  <w:rStyle w:val="Hypertextovodkaz"/>
                </w:rPr>
                <w:t>Prerovska@spravazeleznic.cz</w:t>
              </w:r>
            </w:hyperlink>
            <w:r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02480D9D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14BD0">
              <w:rPr>
                <w:noProof/>
              </w:rPr>
              <w:t>7. ledna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01AD39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C6821">
        <w:rPr>
          <w:rFonts w:eastAsia="Times New Roman" w:cs="Times New Roman"/>
          <w:lang w:eastAsia="cs-CZ"/>
        </w:rPr>
        <w:t>1</w:t>
      </w:r>
    </w:p>
    <w:p w14:paraId="25C6ADAC" w14:textId="120BA194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5D6C3B" w:rsidRPr="005D6C3B">
        <w:rPr>
          <w:b/>
          <w:bCs/>
        </w:rPr>
        <w:t>Zvýšení disponibility výkonu TNS Nedakonice v systému AC 25 kV</w:t>
      </w:r>
      <w:r w:rsidR="00F208F1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D7836DF" w14:textId="77777777" w:rsidR="005C663F" w:rsidRPr="00BD5319" w:rsidRDefault="005C663F" w:rsidP="005C663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79ACAEF8" w14:textId="77777777" w:rsidR="009B3ED9" w:rsidRPr="009B3ED9" w:rsidRDefault="009B3ED9" w:rsidP="009B3ED9">
      <w:pPr>
        <w:spacing w:after="0" w:line="240" w:lineRule="auto"/>
        <w:jc w:val="both"/>
        <w:rPr>
          <w:rFonts w:eastAsia="Times New Roman" w:cstheme="minorHAnsi"/>
          <w:b/>
          <w:lang w:eastAsia="cs-CZ"/>
        </w:rPr>
      </w:pPr>
      <w:r w:rsidRPr="009B3ED9">
        <w:rPr>
          <w:rFonts w:eastAsia="Times New Roman" w:cstheme="minorHAnsi"/>
          <w:b/>
          <w:lang w:eastAsia="cs-CZ"/>
        </w:rPr>
        <w:t>PS 12-02-72 TNS Nedakonice, kamerový systém</w:t>
      </w:r>
    </w:p>
    <w:p w14:paraId="3F925D6B" w14:textId="70C14DA3" w:rsidR="00BD5319" w:rsidRDefault="009B3ED9" w:rsidP="009B3ED9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97E6F">
        <w:rPr>
          <w:rFonts w:eastAsia="Times New Roman" w:cstheme="minorHAnsi"/>
          <w:lang w:eastAsia="cs-CZ"/>
        </w:rPr>
        <w:t>V blokovém schématu jsou některé kamery očíslované stejnými čísly (K3 je u šesti kamer a K4 je pěti kamer). Žádáme zadavatele o sdělení, zda celkový počet kamer je 22 IP pevných kamer (z toho 4 kamery pro SEE a 18 kamer pro VSS) a 2 kamery IP otočné pro SEE.</w:t>
      </w:r>
    </w:p>
    <w:p w14:paraId="646DC125" w14:textId="77777777" w:rsidR="009B3ED9" w:rsidRPr="00BD5319" w:rsidRDefault="009B3ED9" w:rsidP="009B3ED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16A484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8B24335" w14:textId="048306C2" w:rsidR="00BD5319" w:rsidRPr="009A37EB" w:rsidRDefault="001A5903" w:rsidP="009A37E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A37EB">
        <w:rPr>
          <w:rFonts w:eastAsia="Calibri" w:cs="Times New Roman"/>
          <w:b/>
          <w:lang w:eastAsia="cs-CZ"/>
        </w:rPr>
        <w:t xml:space="preserve">Celkový počet pevných kamer souhlasí. Dále kamerový systém obsahuje i 2 ks otočných kamer SEE. Na základě dotazu byl upraven </w:t>
      </w:r>
      <w:r w:rsidR="001650E3" w:rsidRPr="009A37EB">
        <w:rPr>
          <w:rFonts w:eastAsia="Calibri" w:cs="Times New Roman"/>
          <w:b/>
          <w:lang w:eastAsia="cs-CZ"/>
        </w:rPr>
        <w:t>požadavek na v</w:t>
      </w:r>
      <w:r w:rsidRPr="009A37EB">
        <w:rPr>
          <w:rFonts w:eastAsia="Calibri" w:cs="Times New Roman"/>
          <w:b/>
          <w:lang w:eastAsia="cs-CZ"/>
        </w:rPr>
        <w:t>ýkon a funkce.</w:t>
      </w:r>
    </w:p>
    <w:p w14:paraId="41015802" w14:textId="77777777" w:rsidR="004C6821" w:rsidRDefault="004C6821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526EE6" w14:textId="77777777" w:rsidR="009B3ED9" w:rsidRPr="00BD5319" w:rsidRDefault="009B3ED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002E726F" w14:textId="21DDC1BC" w:rsidR="00BD5319" w:rsidRDefault="009B3ED9" w:rsidP="009B3ED9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97E6F">
        <w:rPr>
          <w:rFonts w:eastAsia="Times New Roman" w:cstheme="minorHAnsi"/>
          <w:lang w:eastAsia="cs-CZ"/>
        </w:rPr>
        <w:t xml:space="preserve">V </w:t>
      </w:r>
      <w:r w:rsidRPr="00397E6F">
        <w:rPr>
          <w:rFonts w:eastAsia="Times New Roman" w:cstheme="minorHAnsi"/>
          <w:b/>
          <w:lang w:eastAsia="cs-CZ"/>
        </w:rPr>
        <w:t>PS 12-02-11 (TNS Nedakonice, místní kabelizace)</w:t>
      </w:r>
      <w:r w:rsidRPr="00397E6F">
        <w:rPr>
          <w:rFonts w:eastAsia="Times New Roman" w:cstheme="minorHAnsi"/>
          <w:lang w:eastAsia="cs-CZ"/>
        </w:rPr>
        <w:t xml:space="preserve"> a </w:t>
      </w:r>
      <w:r w:rsidRPr="00397E6F">
        <w:rPr>
          <w:rFonts w:eastAsia="Times New Roman" w:cstheme="minorHAnsi"/>
          <w:b/>
          <w:lang w:eastAsia="cs-CZ"/>
        </w:rPr>
        <w:t>PS 19-02-11 (SpS Rohatec, místní kabelizace)</w:t>
      </w:r>
      <w:r w:rsidRPr="00397E6F">
        <w:rPr>
          <w:rFonts w:eastAsia="Times New Roman" w:cstheme="minorHAnsi"/>
          <w:lang w:eastAsia="cs-CZ"/>
        </w:rPr>
        <w:t xml:space="preserve"> nejsou v popisu funkce uvedeny zemní práce. Znamená to, že zemní práce jsou součástí jiných PS, nebo SO? Pokud nejsou součástí jiných PS, SO, žádáme zadavatele o doplnění rozsahu zemních prací, včetně rozsahu ochrany kabelizace zemními žlaby, protlaky pod kolejemi apod.</w:t>
      </w:r>
    </w:p>
    <w:p w14:paraId="760071DD" w14:textId="77777777" w:rsidR="009B3ED9" w:rsidRPr="00BD5319" w:rsidRDefault="009B3ED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4C5EBA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26B4C36C" w14:textId="77777777" w:rsidR="001433A7" w:rsidRPr="009A37EB" w:rsidRDefault="001C38EB" w:rsidP="009A37E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A37EB">
        <w:rPr>
          <w:rFonts w:eastAsia="Calibri" w:cs="Times New Roman"/>
          <w:b/>
          <w:lang w:eastAsia="cs-CZ"/>
        </w:rPr>
        <w:t xml:space="preserve">Do popisu </w:t>
      </w:r>
      <w:r w:rsidR="001433A7" w:rsidRPr="009A37EB">
        <w:rPr>
          <w:rFonts w:eastAsia="Calibri" w:cs="Times New Roman"/>
          <w:b/>
          <w:lang w:eastAsia="cs-CZ"/>
        </w:rPr>
        <w:t xml:space="preserve">výkonu a </w:t>
      </w:r>
      <w:r w:rsidRPr="009A37EB">
        <w:rPr>
          <w:rFonts w:eastAsia="Calibri" w:cs="Times New Roman"/>
          <w:b/>
          <w:lang w:eastAsia="cs-CZ"/>
        </w:rPr>
        <w:t>funkce PS 12-02-11 byly doplněny zemní práce pro napojení komu</w:t>
      </w:r>
      <w:r w:rsidR="001433A7" w:rsidRPr="009A37EB">
        <w:rPr>
          <w:rFonts w:eastAsia="Calibri" w:cs="Times New Roman"/>
          <w:b/>
          <w:lang w:eastAsia="cs-CZ"/>
        </w:rPr>
        <w:t>nikátoru u vstupní brány (výkop 0,6*0.4 délky cca 5 m.</w:t>
      </w:r>
      <w:r w:rsidRPr="009A37EB">
        <w:rPr>
          <w:rFonts w:eastAsia="Calibri" w:cs="Times New Roman"/>
          <w:b/>
          <w:lang w:eastAsia="cs-CZ"/>
        </w:rPr>
        <w:t xml:space="preserve">). </w:t>
      </w:r>
    </w:p>
    <w:p w14:paraId="6C247E5A" w14:textId="77777777" w:rsidR="001433A7" w:rsidRPr="009A37EB" w:rsidRDefault="001433A7" w:rsidP="009A37E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A37EB">
        <w:rPr>
          <w:rFonts w:eastAsia="Calibri" w:cs="Times New Roman"/>
          <w:b/>
          <w:lang w:eastAsia="cs-CZ"/>
        </w:rPr>
        <w:t xml:space="preserve">Zbytek trasy kabelu ke komunikátoru je součásti zemních práci v rámci kamerového systému PS 12-02-72 (kamera u vjezdu). </w:t>
      </w:r>
    </w:p>
    <w:p w14:paraId="1BAFBBFE" w14:textId="7D9E497C" w:rsidR="009B3ED9" w:rsidRPr="009A37EB" w:rsidRDefault="001C38EB" w:rsidP="009A37E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A37EB">
        <w:rPr>
          <w:rFonts w:eastAsia="Calibri" w:cs="Times New Roman"/>
          <w:b/>
          <w:lang w:eastAsia="cs-CZ"/>
        </w:rPr>
        <w:t>V </w:t>
      </w:r>
      <w:r w:rsidR="001433A7" w:rsidRPr="009A37EB">
        <w:rPr>
          <w:rFonts w:eastAsia="Calibri" w:cs="Times New Roman"/>
          <w:b/>
          <w:lang w:eastAsia="cs-CZ"/>
        </w:rPr>
        <w:t>dalších</w:t>
      </w:r>
      <w:r w:rsidRPr="009A37EB">
        <w:rPr>
          <w:rFonts w:eastAsia="Calibri" w:cs="Times New Roman"/>
          <w:b/>
          <w:lang w:eastAsia="cs-CZ"/>
        </w:rPr>
        <w:t xml:space="preserve"> případech jsou využívané zemní trasy, které </w:t>
      </w:r>
      <w:r w:rsidR="001433A7" w:rsidRPr="009A37EB">
        <w:rPr>
          <w:rFonts w:eastAsia="Calibri" w:cs="Times New Roman"/>
          <w:b/>
          <w:lang w:eastAsia="cs-CZ"/>
        </w:rPr>
        <w:t>chystají</w:t>
      </w:r>
      <w:r w:rsidRPr="009A37EB">
        <w:rPr>
          <w:rFonts w:eastAsia="Calibri" w:cs="Times New Roman"/>
          <w:b/>
          <w:lang w:eastAsia="cs-CZ"/>
        </w:rPr>
        <w:t xml:space="preserve"> SO silnoproudu.</w:t>
      </w:r>
    </w:p>
    <w:p w14:paraId="3E77C3E8" w14:textId="5B437E53" w:rsidR="001C38EB" w:rsidRPr="009A37EB" w:rsidRDefault="001C38EB" w:rsidP="009A37E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A37EB">
        <w:rPr>
          <w:rFonts w:eastAsia="Calibri" w:cs="Times New Roman"/>
          <w:b/>
          <w:lang w:eastAsia="cs-CZ"/>
        </w:rPr>
        <w:t xml:space="preserve">PS 19-02-11 využívá zemní </w:t>
      </w:r>
      <w:r w:rsidR="00256A88" w:rsidRPr="009A37EB">
        <w:rPr>
          <w:rFonts w:eastAsia="Calibri" w:cs="Times New Roman"/>
          <w:b/>
          <w:lang w:eastAsia="cs-CZ"/>
        </w:rPr>
        <w:t>trasy</w:t>
      </w:r>
      <w:r w:rsidRPr="009A37EB">
        <w:rPr>
          <w:rFonts w:eastAsia="Calibri" w:cs="Times New Roman"/>
          <w:b/>
          <w:lang w:eastAsia="cs-CZ"/>
        </w:rPr>
        <w:t xml:space="preserve"> připravené v rámci SO silnoproudu.</w:t>
      </w:r>
    </w:p>
    <w:p w14:paraId="2E0F4AA7" w14:textId="77777777" w:rsidR="009B3ED9" w:rsidRDefault="009B3ED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E64A02C" w14:textId="77777777" w:rsidR="009B3ED9" w:rsidRPr="00BD5319" w:rsidRDefault="009B3ED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A81FBA7" w14:textId="316DD4FA" w:rsidR="009B3ED9" w:rsidRPr="00BD5319" w:rsidRDefault="009B3ED9" w:rsidP="009B3E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27A0040B" w14:textId="2DEBF287" w:rsidR="009B3ED9" w:rsidRDefault="009B3ED9" w:rsidP="009B3ED9">
      <w:p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397E6F">
        <w:rPr>
          <w:rFonts w:eastAsia="Times New Roman" w:cstheme="minorHAnsi"/>
          <w:lang w:eastAsia="cs-CZ"/>
        </w:rPr>
        <w:t xml:space="preserve">V </w:t>
      </w:r>
      <w:r w:rsidRPr="00397E6F">
        <w:rPr>
          <w:rFonts w:eastAsia="Times New Roman" w:cstheme="minorHAnsi"/>
          <w:b/>
          <w:lang w:eastAsia="cs-CZ"/>
        </w:rPr>
        <w:t>PS 19-02-11 SpS Rohatec, místní kabelizace,</w:t>
      </w:r>
      <w:r w:rsidRPr="00397E6F">
        <w:rPr>
          <w:rFonts w:eastAsia="Times New Roman" w:cstheme="minorHAnsi"/>
          <w:lang w:eastAsia="cs-CZ"/>
        </w:rPr>
        <w:t xml:space="preserve"> nejsou v popisu funkce uvedeny zemní práce. Znamená to, že zemní práce jsou součástí jiných PS, nebo SO? Pokud nejsou součástí jiných PS, SO, žádáme zadavatele o doplnění rozsahu zemních prací, včetně rozsahu ochrany kabelizace zemními žlaby, protlaky pod kolejemi apod.</w:t>
      </w:r>
    </w:p>
    <w:p w14:paraId="393E811C" w14:textId="77777777" w:rsidR="009B3ED9" w:rsidRPr="00BD5319" w:rsidRDefault="009B3ED9" w:rsidP="009B3ED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C7F3AF" w14:textId="77777777" w:rsidR="009B3ED9" w:rsidRDefault="009B3ED9" w:rsidP="009B3ED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D661DE3" w14:textId="7C82B708" w:rsidR="00BD5319" w:rsidRPr="009A37EB" w:rsidRDefault="001C38EB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A37EB">
        <w:rPr>
          <w:rFonts w:eastAsia="Calibri" w:cs="Times New Roman"/>
          <w:b/>
          <w:lang w:eastAsia="cs-CZ"/>
        </w:rPr>
        <w:t xml:space="preserve">PS 19-02-11 využívá zemní </w:t>
      </w:r>
      <w:r w:rsidR="00256A88" w:rsidRPr="009A37EB">
        <w:rPr>
          <w:rFonts w:eastAsia="Calibri" w:cs="Times New Roman"/>
          <w:b/>
          <w:lang w:eastAsia="cs-CZ"/>
        </w:rPr>
        <w:t>trasy</w:t>
      </w:r>
      <w:r w:rsidRPr="009A37EB">
        <w:rPr>
          <w:rFonts w:eastAsia="Calibri" w:cs="Times New Roman"/>
          <w:b/>
          <w:lang w:eastAsia="cs-CZ"/>
        </w:rPr>
        <w:t xml:space="preserve"> připravené v rámci SO silnoproudu.</w:t>
      </w:r>
    </w:p>
    <w:p w14:paraId="39DC49C0" w14:textId="27B09499" w:rsid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C416BF4" w14:textId="2EAE3973" w:rsidR="00535D5A" w:rsidRDefault="00535D5A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CDEAC0B" w14:textId="7AE01309" w:rsidR="00535D5A" w:rsidRDefault="00535D5A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1473D1B" w14:textId="319C6401" w:rsidR="00535D5A" w:rsidRDefault="00535D5A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0B023FD" w14:textId="77777777" w:rsidR="00664163" w:rsidRPr="00C87717" w:rsidRDefault="00664163" w:rsidP="009A37E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2AC36670" w14:textId="3C242E6A" w:rsidR="00AC56A4" w:rsidRDefault="00AC56A4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913D0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484DF03A" w:rsidR="00664163" w:rsidRPr="003405B5" w:rsidRDefault="004913D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405B5">
        <w:rPr>
          <w:rFonts w:eastAsia="Calibri" w:cs="Times New Roman"/>
          <w:lang w:eastAsia="cs-CZ"/>
        </w:rPr>
        <w:t xml:space="preserve">01 23070 TNS </w:t>
      </w:r>
      <w:proofErr w:type="spellStart"/>
      <w:r w:rsidRPr="003405B5">
        <w:rPr>
          <w:rFonts w:eastAsia="Calibri" w:cs="Times New Roman"/>
          <w:lang w:eastAsia="cs-CZ"/>
        </w:rPr>
        <w:t>Nedakonice_pozadavky</w:t>
      </w:r>
      <w:proofErr w:type="spellEnd"/>
      <w:r w:rsidRPr="003405B5">
        <w:rPr>
          <w:rFonts w:eastAsia="Calibri" w:cs="Times New Roman"/>
          <w:lang w:eastAsia="cs-CZ"/>
        </w:rPr>
        <w:t xml:space="preserve"> na </w:t>
      </w:r>
      <w:proofErr w:type="spellStart"/>
      <w:r w:rsidRPr="003405B5">
        <w:rPr>
          <w:rFonts w:eastAsia="Calibri" w:cs="Times New Roman"/>
          <w:lang w:eastAsia="cs-CZ"/>
        </w:rPr>
        <w:t>vykon</w:t>
      </w:r>
      <w:proofErr w:type="spellEnd"/>
      <w:r w:rsidRPr="003405B5">
        <w:rPr>
          <w:rFonts w:eastAsia="Calibri" w:cs="Times New Roman"/>
          <w:lang w:eastAsia="cs-CZ"/>
        </w:rPr>
        <w:t xml:space="preserve"> a funkci_komplet_nulove_1610.xlsx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DD6E73" w14:textId="77777777" w:rsidR="004913D0" w:rsidRDefault="004913D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1179D1" w14:textId="77777777" w:rsidR="004913D0" w:rsidRDefault="004913D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3312816" w14:textId="77777777" w:rsidR="004913D0" w:rsidRDefault="004913D0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57B3871" w:rsidR="00664163" w:rsidRPr="009A37E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A37EB">
        <w:rPr>
          <w:rFonts w:eastAsia="Calibri" w:cs="Times New Roman"/>
          <w:lang w:eastAsia="cs-CZ"/>
        </w:rPr>
        <w:t xml:space="preserve">V Olomouci dne </w:t>
      </w:r>
      <w:r w:rsidR="009A37EB" w:rsidRPr="009A37EB">
        <w:rPr>
          <w:rFonts w:eastAsia="Calibri" w:cs="Times New Roman"/>
          <w:lang w:eastAsia="cs-CZ"/>
        </w:rPr>
        <w:t>7. 1. 2025</w:t>
      </w:r>
    </w:p>
    <w:p w14:paraId="6F75BA64" w14:textId="77777777" w:rsidR="00664163" w:rsidRPr="009A37E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9A37E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9A37E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A4F571E" w14:textId="77777777" w:rsidR="00714BD0" w:rsidRPr="009A37EB" w:rsidRDefault="00714BD0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9A37EB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9A37EB">
        <w:rPr>
          <w:rFonts w:eastAsia="Times New Roman" w:cs="Times New Roman"/>
          <w:b/>
          <w:bCs/>
          <w:lang w:eastAsia="cs-CZ"/>
        </w:rPr>
        <w:t>Ing. Miroslav Bocák</w:t>
      </w:r>
      <w:r w:rsidRPr="009A37EB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9A37E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A37EB">
        <w:rPr>
          <w:rFonts w:eastAsia="Times New Roman" w:cs="Times New Roman"/>
          <w:lang w:eastAsia="cs-CZ"/>
        </w:rPr>
        <w:t>ředitel organizační jednotky</w:t>
      </w:r>
      <w:r w:rsidRPr="009A37EB">
        <w:rPr>
          <w:rFonts w:eastAsia="Times New Roman" w:cs="Times New Roman"/>
          <w:lang w:eastAsia="cs-CZ"/>
        </w:rPr>
        <w:tab/>
      </w:r>
    </w:p>
    <w:p w14:paraId="5DEDC136" w14:textId="77777777" w:rsidR="00664163" w:rsidRPr="009A37EB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9A37EB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9A37EB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302EA" w14:textId="77777777" w:rsidR="00B65FCB" w:rsidRDefault="00B65FCB" w:rsidP="00962258">
      <w:pPr>
        <w:spacing w:after="0" w:line="240" w:lineRule="auto"/>
      </w:pPr>
      <w:r>
        <w:separator/>
      </w:r>
    </w:p>
  </w:endnote>
  <w:endnote w:type="continuationSeparator" w:id="0">
    <w:p w14:paraId="6B88EDA9" w14:textId="77777777" w:rsidR="00B65FCB" w:rsidRDefault="00B65FC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E864BA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5D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5D5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CD40E5F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5D5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5D5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98A3A" w14:textId="77777777" w:rsidR="00B65FCB" w:rsidRDefault="00B65FCB" w:rsidP="00962258">
      <w:pPr>
        <w:spacing w:after="0" w:line="240" w:lineRule="auto"/>
      </w:pPr>
      <w:r>
        <w:separator/>
      </w:r>
    </w:p>
  </w:footnote>
  <w:footnote w:type="continuationSeparator" w:id="0">
    <w:p w14:paraId="7CA9E34E" w14:textId="77777777" w:rsidR="00B65FCB" w:rsidRDefault="00B65FC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FDA3722"/>
    <w:multiLevelType w:val="hybridMultilevel"/>
    <w:tmpl w:val="667C27FE"/>
    <w:lvl w:ilvl="0" w:tplc="C4D0080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 w16cid:durableId="767851390">
    <w:abstractNumId w:val="2"/>
  </w:num>
  <w:num w:numId="2" w16cid:durableId="1109937467">
    <w:abstractNumId w:val="1"/>
  </w:num>
  <w:num w:numId="3" w16cid:durableId="667753777">
    <w:abstractNumId w:val="4"/>
  </w:num>
  <w:num w:numId="4" w16cid:durableId="1330257748">
    <w:abstractNumId w:val="7"/>
  </w:num>
  <w:num w:numId="5" w16cid:durableId="662973891">
    <w:abstractNumId w:val="0"/>
  </w:num>
  <w:num w:numId="6" w16cid:durableId="897474810">
    <w:abstractNumId w:val="6"/>
  </w:num>
  <w:num w:numId="7" w16cid:durableId="508836822">
    <w:abstractNumId w:val="5"/>
  </w:num>
  <w:num w:numId="8" w16cid:durableId="11740344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4191F"/>
    <w:rsid w:val="00044C01"/>
    <w:rsid w:val="00066116"/>
    <w:rsid w:val="00072C1E"/>
    <w:rsid w:val="00097042"/>
    <w:rsid w:val="000B3A82"/>
    <w:rsid w:val="000B6C7E"/>
    <w:rsid w:val="000B7907"/>
    <w:rsid w:val="000C0429"/>
    <w:rsid w:val="000C45E8"/>
    <w:rsid w:val="00114472"/>
    <w:rsid w:val="001267E4"/>
    <w:rsid w:val="001433A7"/>
    <w:rsid w:val="001650E3"/>
    <w:rsid w:val="0017052B"/>
    <w:rsid w:val="00170EC5"/>
    <w:rsid w:val="001747C1"/>
    <w:rsid w:val="0018596A"/>
    <w:rsid w:val="001A5903"/>
    <w:rsid w:val="001B69C2"/>
    <w:rsid w:val="001C38EB"/>
    <w:rsid w:val="001C4DA0"/>
    <w:rsid w:val="001C6F09"/>
    <w:rsid w:val="00207DF5"/>
    <w:rsid w:val="00256A88"/>
    <w:rsid w:val="00267369"/>
    <w:rsid w:val="0026785D"/>
    <w:rsid w:val="00273CE2"/>
    <w:rsid w:val="00296D39"/>
    <w:rsid w:val="002A59FE"/>
    <w:rsid w:val="002C31BF"/>
    <w:rsid w:val="002E0CD7"/>
    <w:rsid w:val="002F026B"/>
    <w:rsid w:val="0033209D"/>
    <w:rsid w:val="00335122"/>
    <w:rsid w:val="00335732"/>
    <w:rsid w:val="003405B5"/>
    <w:rsid w:val="00341D29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3D0"/>
    <w:rsid w:val="00491827"/>
    <w:rsid w:val="004926B0"/>
    <w:rsid w:val="004A0F75"/>
    <w:rsid w:val="004A7C69"/>
    <w:rsid w:val="004C1A1D"/>
    <w:rsid w:val="004C4399"/>
    <w:rsid w:val="004C6821"/>
    <w:rsid w:val="004C69ED"/>
    <w:rsid w:val="004C787C"/>
    <w:rsid w:val="004F4B9B"/>
    <w:rsid w:val="00501654"/>
    <w:rsid w:val="00511AB9"/>
    <w:rsid w:val="00523EA7"/>
    <w:rsid w:val="00535D5A"/>
    <w:rsid w:val="00542527"/>
    <w:rsid w:val="00551D1F"/>
    <w:rsid w:val="00553375"/>
    <w:rsid w:val="00555087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C663F"/>
    <w:rsid w:val="005D6C3B"/>
    <w:rsid w:val="006104F6"/>
    <w:rsid w:val="0061068E"/>
    <w:rsid w:val="00630DC6"/>
    <w:rsid w:val="006552D0"/>
    <w:rsid w:val="00660AD3"/>
    <w:rsid w:val="00664163"/>
    <w:rsid w:val="006A5570"/>
    <w:rsid w:val="006A689C"/>
    <w:rsid w:val="006B3D79"/>
    <w:rsid w:val="006B7D49"/>
    <w:rsid w:val="006D2707"/>
    <w:rsid w:val="006E0578"/>
    <w:rsid w:val="006E314D"/>
    <w:rsid w:val="006E7F06"/>
    <w:rsid w:val="00710723"/>
    <w:rsid w:val="00712ED1"/>
    <w:rsid w:val="00714BD0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A0EFE"/>
    <w:rsid w:val="007B570C"/>
    <w:rsid w:val="007E4A6E"/>
    <w:rsid w:val="007F56A7"/>
    <w:rsid w:val="007F626E"/>
    <w:rsid w:val="00807DD0"/>
    <w:rsid w:val="00813F11"/>
    <w:rsid w:val="0082759C"/>
    <w:rsid w:val="00842C9B"/>
    <w:rsid w:val="008841FB"/>
    <w:rsid w:val="0088472C"/>
    <w:rsid w:val="00891334"/>
    <w:rsid w:val="008A3568"/>
    <w:rsid w:val="008D03B9"/>
    <w:rsid w:val="008F18D6"/>
    <w:rsid w:val="00904780"/>
    <w:rsid w:val="009113A8"/>
    <w:rsid w:val="00922385"/>
    <w:rsid w:val="009223DF"/>
    <w:rsid w:val="00925237"/>
    <w:rsid w:val="00934DC3"/>
    <w:rsid w:val="00936091"/>
    <w:rsid w:val="00940D8A"/>
    <w:rsid w:val="0095327E"/>
    <w:rsid w:val="00962258"/>
    <w:rsid w:val="009678B7"/>
    <w:rsid w:val="00982411"/>
    <w:rsid w:val="00992D9C"/>
    <w:rsid w:val="00996CB8"/>
    <w:rsid w:val="009A37EB"/>
    <w:rsid w:val="009A46FD"/>
    <w:rsid w:val="009A7568"/>
    <w:rsid w:val="009B2E97"/>
    <w:rsid w:val="009B3C69"/>
    <w:rsid w:val="009B3ED9"/>
    <w:rsid w:val="009B72CC"/>
    <w:rsid w:val="009C7B39"/>
    <w:rsid w:val="009E07F4"/>
    <w:rsid w:val="009F392E"/>
    <w:rsid w:val="00A44328"/>
    <w:rsid w:val="00A509D7"/>
    <w:rsid w:val="00A6177B"/>
    <w:rsid w:val="00A66136"/>
    <w:rsid w:val="00A943B5"/>
    <w:rsid w:val="00AA4CBB"/>
    <w:rsid w:val="00AA65FA"/>
    <w:rsid w:val="00AA7351"/>
    <w:rsid w:val="00AC56A4"/>
    <w:rsid w:val="00AD056F"/>
    <w:rsid w:val="00AD2773"/>
    <w:rsid w:val="00AD6731"/>
    <w:rsid w:val="00AE1DDE"/>
    <w:rsid w:val="00B15B5E"/>
    <w:rsid w:val="00B15D0D"/>
    <w:rsid w:val="00B23CA3"/>
    <w:rsid w:val="00B3491A"/>
    <w:rsid w:val="00B41050"/>
    <w:rsid w:val="00B4264E"/>
    <w:rsid w:val="00B45E9E"/>
    <w:rsid w:val="00B55F9C"/>
    <w:rsid w:val="00B65FCB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31386"/>
    <w:rsid w:val="00C44F6A"/>
    <w:rsid w:val="00C6581F"/>
    <w:rsid w:val="00C727E5"/>
    <w:rsid w:val="00C8207D"/>
    <w:rsid w:val="00CB5457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75D8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63E29"/>
    <w:rsid w:val="00E824F1"/>
    <w:rsid w:val="00E9347D"/>
    <w:rsid w:val="00EB104F"/>
    <w:rsid w:val="00ED14BD"/>
    <w:rsid w:val="00F01440"/>
    <w:rsid w:val="00F12DEC"/>
    <w:rsid w:val="00F1715C"/>
    <w:rsid w:val="00F208F1"/>
    <w:rsid w:val="00F26021"/>
    <w:rsid w:val="00F310F8"/>
    <w:rsid w:val="00F328DE"/>
    <w:rsid w:val="00F35939"/>
    <w:rsid w:val="00F45607"/>
    <w:rsid w:val="00F64786"/>
    <w:rsid w:val="00F659EB"/>
    <w:rsid w:val="00F804A7"/>
    <w:rsid w:val="00F8318E"/>
    <w:rsid w:val="00F862D6"/>
    <w:rsid w:val="00F86BA6"/>
    <w:rsid w:val="00FA2EB1"/>
    <w:rsid w:val="00FC3C3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3ED9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C6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F7833B4F-27FF-4E60-AC4A-CFB6F22E8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87</TotalTime>
  <Pages>2</Pages>
  <Words>414</Words>
  <Characters>2443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4</cp:revision>
  <cp:lastPrinted>2025-01-07T07:54:00Z</cp:lastPrinted>
  <dcterms:created xsi:type="dcterms:W3CDTF">2025-01-06T12:17:00Z</dcterms:created>
  <dcterms:modified xsi:type="dcterms:W3CDTF">2025-01-07T07:59:00Z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